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F57B" w14:textId="77777777" w:rsidR="006E5D65" w:rsidRPr="00664D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64DD3">
        <w:rPr>
          <w:rFonts w:ascii="Corbel" w:hAnsi="Corbel"/>
          <w:bCs/>
          <w:i/>
        </w:rPr>
        <w:t xml:space="preserve">Załącznik nr </w:t>
      </w:r>
      <w:r w:rsidR="006F31E2" w:rsidRPr="00664DD3">
        <w:rPr>
          <w:rFonts w:ascii="Corbel" w:hAnsi="Corbel"/>
          <w:bCs/>
          <w:i/>
        </w:rPr>
        <w:t>1.5</w:t>
      </w:r>
      <w:r w:rsidR="00D8678B" w:rsidRPr="00664DD3">
        <w:rPr>
          <w:rFonts w:ascii="Corbel" w:hAnsi="Corbel"/>
          <w:bCs/>
          <w:i/>
        </w:rPr>
        <w:t xml:space="preserve"> do Zarządzenia</w:t>
      </w:r>
      <w:r w:rsidR="002A22BF" w:rsidRPr="00664DD3">
        <w:rPr>
          <w:rFonts w:ascii="Corbel" w:hAnsi="Corbel"/>
          <w:bCs/>
          <w:i/>
        </w:rPr>
        <w:t xml:space="preserve"> Rektora </w:t>
      </w:r>
      <w:proofErr w:type="spellStart"/>
      <w:r w:rsidR="002A22BF" w:rsidRPr="00664DD3">
        <w:rPr>
          <w:rFonts w:ascii="Corbel" w:hAnsi="Corbel"/>
          <w:bCs/>
          <w:i/>
        </w:rPr>
        <w:t>UR</w:t>
      </w:r>
      <w:proofErr w:type="spellEnd"/>
      <w:r w:rsidR="002A22BF" w:rsidRPr="00664DD3">
        <w:rPr>
          <w:rFonts w:ascii="Corbel" w:hAnsi="Corbel"/>
          <w:bCs/>
          <w:i/>
        </w:rPr>
        <w:t xml:space="preserve"> </w:t>
      </w:r>
      <w:r w:rsidRPr="00664DD3">
        <w:rPr>
          <w:rFonts w:ascii="Corbel" w:hAnsi="Corbel"/>
          <w:bCs/>
          <w:i/>
        </w:rPr>
        <w:t xml:space="preserve"> nr </w:t>
      </w:r>
      <w:r w:rsidR="00F17567" w:rsidRPr="00664DD3">
        <w:rPr>
          <w:rFonts w:ascii="Corbel" w:hAnsi="Corbel"/>
          <w:bCs/>
          <w:i/>
        </w:rPr>
        <w:t>12/2019</w:t>
      </w:r>
    </w:p>
    <w:p w14:paraId="31163D97" w14:textId="77777777" w:rsidR="0085747A" w:rsidRPr="00664D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SYLABUS</w:t>
      </w:r>
    </w:p>
    <w:p w14:paraId="3D45A7F7" w14:textId="38AFB86B" w:rsidR="0085747A" w:rsidRPr="00664DD3" w:rsidRDefault="0071620A" w:rsidP="009624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4D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962491" w:rsidRPr="00664DD3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64DD3">
        <w:rPr>
          <w:rFonts w:ascii="Corbel" w:hAnsi="Corbel"/>
          <w:i/>
          <w:smallCaps/>
          <w:sz w:val="24"/>
          <w:szCs w:val="24"/>
        </w:rPr>
        <w:t>202</w:t>
      </w:r>
      <w:r w:rsidR="009C58A4">
        <w:rPr>
          <w:rFonts w:ascii="Corbel" w:hAnsi="Corbel"/>
          <w:i/>
          <w:smallCaps/>
          <w:sz w:val="24"/>
          <w:szCs w:val="24"/>
        </w:rPr>
        <w:t>1</w:t>
      </w:r>
      <w:r w:rsidR="00DC6D0C" w:rsidRPr="00664DD3">
        <w:rPr>
          <w:rFonts w:ascii="Corbel" w:hAnsi="Corbel"/>
          <w:i/>
          <w:smallCaps/>
          <w:sz w:val="24"/>
          <w:szCs w:val="24"/>
        </w:rPr>
        <w:t>-202</w:t>
      </w:r>
      <w:r w:rsidR="009C58A4">
        <w:rPr>
          <w:rFonts w:ascii="Corbel" w:hAnsi="Corbel"/>
          <w:i/>
          <w:smallCaps/>
          <w:sz w:val="24"/>
          <w:szCs w:val="24"/>
        </w:rPr>
        <w:t>3</w:t>
      </w:r>
    </w:p>
    <w:p w14:paraId="34498DF7" w14:textId="50D29A05" w:rsidR="00445970" w:rsidRPr="00664DD3" w:rsidRDefault="00445970" w:rsidP="009624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64DD3">
        <w:rPr>
          <w:rFonts w:ascii="Corbel" w:hAnsi="Corbel"/>
          <w:sz w:val="20"/>
          <w:szCs w:val="20"/>
        </w:rPr>
        <w:t>R</w:t>
      </w:r>
      <w:r w:rsidR="000F315D" w:rsidRPr="00664DD3">
        <w:rPr>
          <w:rFonts w:ascii="Corbel" w:hAnsi="Corbel"/>
          <w:sz w:val="20"/>
          <w:szCs w:val="20"/>
        </w:rPr>
        <w:t>ok akademicki   202</w:t>
      </w:r>
      <w:r w:rsidR="009C58A4">
        <w:rPr>
          <w:rFonts w:ascii="Corbel" w:hAnsi="Corbel"/>
          <w:sz w:val="20"/>
          <w:szCs w:val="20"/>
        </w:rPr>
        <w:t>2</w:t>
      </w:r>
      <w:r w:rsidR="00962491" w:rsidRPr="00664DD3">
        <w:rPr>
          <w:rFonts w:ascii="Corbel" w:hAnsi="Corbel"/>
          <w:sz w:val="20"/>
          <w:szCs w:val="20"/>
        </w:rPr>
        <w:t>-</w:t>
      </w:r>
      <w:r w:rsidR="000F315D" w:rsidRPr="00664DD3">
        <w:rPr>
          <w:rFonts w:ascii="Corbel" w:hAnsi="Corbel"/>
          <w:sz w:val="20"/>
          <w:szCs w:val="20"/>
        </w:rPr>
        <w:t>202</w:t>
      </w:r>
      <w:r w:rsidR="009C58A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4D81167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2059A2" w14:textId="77777777" w:rsidR="0085747A" w:rsidRPr="00664DD3" w:rsidRDefault="0085747A" w:rsidP="004E3906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Podstawowe </w:t>
      </w:r>
      <w:r w:rsidR="00445970" w:rsidRPr="00664DD3">
        <w:rPr>
          <w:rFonts w:ascii="Corbel" w:hAnsi="Corbel"/>
          <w:szCs w:val="24"/>
        </w:rPr>
        <w:t>informacje o przedmioci</w:t>
      </w:r>
      <w:r w:rsidR="004E3906" w:rsidRPr="00664DD3">
        <w:rPr>
          <w:rFonts w:ascii="Corbel" w:hAnsi="Corbel"/>
          <w:szCs w:val="24"/>
        </w:rPr>
        <w:t>e</w:t>
      </w:r>
    </w:p>
    <w:p w14:paraId="241B850E" w14:textId="77777777" w:rsidR="004E3906" w:rsidRPr="00664DD3" w:rsidRDefault="004E3906" w:rsidP="004E390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4DD3" w14:paraId="6FA8099F" w14:textId="77777777" w:rsidTr="00B819C8">
        <w:tc>
          <w:tcPr>
            <w:tcW w:w="2694" w:type="dxa"/>
            <w:vAlign w:val="center"/>
          </w:tcPr>
          <w:p w14:paraId="4ECC1E76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B96D70" w14:textId="77777777" w:rsidR="0085747A" w:rsidRPr="00664DD3" w:rsidRDefault="00103191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Konkurencyjność jednostek sektora publicznego</w:t>
            </w:r>
          </w:p>
        </w:tc>
      </w:tr>
      <w:tr w:rsidR="0085747A" w:rsidRPr="00664DD3" w14:paraId="42B43632" w14:textId="77777777" w:rsidTr="00B819C8">
        <w:tc>
          <w:tcPr>
            <w:tcW w:w="2694" w:type="dxa"/>
            <w:vAlign w:val="center"/>
          </w:tcPr>
          <w:p w14:paraId="1C8611D9" w14:textId="77777777" w:rsidR="0085747A" w:rsidRPr="00664D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6779B0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64DD3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664DD3" w14:paraId="10C5A190" w14:textId="77777777" w:rsidTr="00B819C8">
        <w:tc>
          <w:tcPr>
            <w:tcW w:w="2694" w:type="dxa"/>
            <w:vAlign w:val="center"/>
          </w:tcPr>
          <w:p w14:paraId="168FED2A" w14:textId="77777777" w:rsidR="0085747A" w:rsidRPr="00664D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64D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8A254C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4DD3" w14:paraId="0FD698F9" w14:textId="77777777" w:rsidTr="00B819C8">
        <w:tc>
          <w:tcPr>
            <w:tcW w:w="2694" w:type="dxa"/>
            <w:vAlign w:val="center"/>
          </w:tcPr>
          <w:p w14:paraId="08D3D9B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46F9" w14:textId="77777777" w:rsidR="0085747A" w:rsidRPr="00664DD3" w:rsidRDefault="007536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64DD3" w14:paraId="00AC66EA" w14:textId="77777777" w:rsidTr="00B819C8">
        <w:tc>
          <w:tcPr>
            <w:tcW w:w="2694" w:type="dxa"/>
            <w:vAlign w:val="center"/>
          </w:tcPr>
          <w:p w14:paraId="36B74C1E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EFF590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64DD3" w14:paraId="16BC74AD" w14:textId="77777777" w:rsidTr="00B819C8">
        <w:tc>
          <w:tcPr>
            <w:tcW w:w="2694" w:type="dxa"/>
            <w:vAlign w:val="center"/>
          </w:tcPr>
          <w:p w14:paraId="70F4CB10" w14:textId="77777777" w:rsidR="0085747A" w:rsidRPr="00664D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1F1D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62491" w:rsidRPr="00664DD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664DD3" w14:paraId="34CCFB62" w14:textId="77777777" w:rsidTr="00B819C8">
        <w:tc>
          <w:tcPr>
            <w:tcW w:w="2694" w:type="dxa"/>
            <w:vAlign w:val="center"/>
          </w:tcPr>
          <w:p w14:paraId="56D4BFF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D5BD53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64DD3" w14:paraId="1CC18146" w14:textId="77777777" w:rsidTr="00B819C8">
        <w:tc>
          <w:tcPr>
            <w:tcW w:w="2694" w:type="dxa"/>
            <w:vAlign w:val="center"/>
          </w:tcPr>
          <w:p w14:paraId="36D4BD76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75300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64DD3" w14:paraId="584F3459" w14:textId="77777777" w:rsidTr="00B819C8">
        <w:tc>
          <w:tcPr>
            <w:tcW w:w="2694" w:type="dxa"/>
            <w:vAlign w:val="center"/>
          </w:tcPr>
          <w:p w14:paraId="46891B64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64DD3">
              <w:rPr>
                <w:rFonts w:ascii="Corbel" w:hAnsi="Corbel"/>
                <w:sz w:val="24"/>
                <w:szCs w:val="24"/>
              </w:rPr>
              <w:t>/y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ECB7AD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664DD3" w14:paraId="140B4006" w14:textId="77777777" w:rsidTr="00B819C8">
        <w:tc>
          <w:tcPr>
            <w:tcW w:w="2694" w:type="dxa"/>
            <w:vAlign w:val="center"/>
          </w:tcPr>
          <w:p w14:paraId="719825A0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E86F85" w14:textId="77777777" w:rsidR="0085747A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64DD3" w14:paraId="6E849108" w14:textId="77777777" w:rsidTr="00B819C8">
        <w:tc>
          <w:tcPr>
            <w:tcW w:w="2694" w:type="dxa"/>
            <w:vAlign w:val="center"/>
          </w:tcPr>
          <w:p w14:paraId="0EA3DFA7" w14:textId="77777777" w:rsidR="00923D7D" w:rsidRPr="00664D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C7C95B" w14:textId="77777777" w:rsidR="00923D7D" w:rsidRPr="00664D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64DD3" w14:paraId="7708BE1F" w14:textId="77777777" w:rsidTr="00B819C8">
        <w:tc>
          <w:tcPr>
            <w:tcW w:w="2694" w:type="dxa"/>
            <w:vAlign w:val="center"/>
          </w:tcPr>
          <w:p w14:paraId="6EBCCC1A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EEE65F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 xml:space="preserve">dr hab. B. Ślusarczyk prof. 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64DD3" w14:paraId="067E46DB" w14:textId="77777777" w:rsidTr="00B819C8">
        <w:tc>
          <w:tcPr>
            <w:tcW w:w="2694" w:type="dxa"/>
            <w:vAlign w:val="center"/>
          </w:tcPr>
          <w:p w14:paraId="2572B5E2" w14:textId="77777777" w:rsidR="0085747A" w:rsidRPr="00664D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B85414" w14:textId="77777777" w:rsidR="0085747A" w:rsidRPr="00664DD3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 xml:space="preserve">dr hab. B. Ślusarczyk prof. </w:t>
            </w:r>
            <w:proofErr w:type="spellStart"/>
            <w:r w:rsidRPr="00664DD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570ECE4" w14:textId="77777777" w:rsidR="0085747A" w:rsidRPr="00664D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* </w:t>
      </w:r>
      <w:r w:rsidRPr="00664DD3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664D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64DD3">
        <w:rPr>
          <w:rFonts w:ascii="Corbel" w:hAnsi="Corbel"/>
          <w:b w:val="0"/>
          <w:sz w:val="24"/>
          <w:szCs w:val="24"/>
        </w:rPr>
        <w:t>e,</w:t>
      </w:r>
      <w:r w:rsidRPr="00664DD3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664DD3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664DD3">
        <w:rPr>
          <w:rFonts w:ascii="Corbel" w:hAnsi="Corbel"/>
          <w:b w:val="0"/>
          <w:i/>
          <w:sz w:val="24"/>
          <w:szCs w:val="24"/>
        </w:rPr>
        <w:t>w Jednostce</w:t>
      </w:r>
    </w:p>
    <w:p w14:paraId="483CBC8C" w14:textId="77777777" w:rsidR="0085747A" w:rsidRPr="00664D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>1.</w:t>
      </w:r>
      <w:r w:rsidR="00E22FBC" w:rsidRPr="00664DD3">
        <w:rPr>
          <w:rFonts w:ascii="Corbel" w:hAnsi="Corbel"/>
          <w:sz w:val="24"/>
          <w:szCs w:val="24"/>
        </w:rPr>
        <w:t>1</w:t>
      </w:r>
      <w:r w:rsidRPr="00664DD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64DD3">
        <w:rPr>
          <w:rFonts w:ascii="Corbel" w:hAnsi="Corbel"/>
          <w:sz w:val="24"/>
          <w:szCs w:val="24"/>
        </w:rPr>
        <w:t>ECTS</w:t>
      </w:r>
      <w:proofErr w:type="spellEnd"/>
      <w:r w:rsidRPr="00664DD3">
        <w:rPr>
          <w:rFonts w:ascii="Corbel" w:hAnsi="Corbel"/>
          <w:sz w:val="24"/>
          <w:szCs w:val="24"/>
        </w:rPr>
        <w:t xml:space="preserve"> </w:t>
      </w:r>
    </w:p>
    <w:p w14:paraId="5D1A18E8" w14:textId="77777777" w:rsidR="00923D7D" w:rsidRPr="00664D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64DD3" w14:paraId="4C7CD34C" w14:textId="77777777" w:rsidTr="009624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522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Semestr</w:t>
            </w:r>
          </w:p>
          <w:p w14:paraId="516E5BC9" w14:textId="77777777" w:rsidR="00015B8F" w:rsidRPr="00664D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(</w:t>
            </w:r>
            <w:r w:rsidR="00363F78" w:rsidRPr="00664D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203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Wykł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8776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8074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Konw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99AA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D918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Sem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1907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FAE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64DD3">
              <w:rPr>
                <w:rFonts w:ascii="Corbel" w:hAnsi="Corbel"/>
                <w:szCs w:val="24"/>
              </w:rPr>
              <w:t>Prakt</w:t>
            </w:r>
            <w:proofErr w:type="spellEnd"/>
            <w:r w:rsidRPr="00664D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710E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64D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CB7B" w14:textId="77777777" w:rsidR="00015B8F" w:rsidRPr="00664D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64DD3">
              <w:rPr>
                <w:rFonts w:ascii="Corbel" w:hAnsi="Corbel"/>
                <w:b/>
                <w:szCs w:val="24"/>
              </w:rPr>
              <w:t>Liczba pkt</w:t>
            </w:r>
            <w:r w:rsidR="00B90885" w:rsidRPr="00664DD3">
              <w:rPr>
                <w:rFonts w:ascii="Corbel" w:hAnsi="Corbel"/>
                <w:b/>
                <w:szCs w:val="24"/>
              </w:rPr>
              <w:t>.</w:t>
            </w:r>
            <w:r w:rsidRPr="00664DD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64DD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64DD3" w14:paraId="13B5401D" w14:textId="77777777" w:rsidTr="0096249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EB7D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54B" w14:textId="22C30675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B3E5" w14:textId="61660B0E" w:rsidR="00015B8F" w:rsidRPr="00664DD3" w:rsidRDefault="00732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FCE9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2A47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FAD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CE4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FA0C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804A" w14:textId="77777777" w:rsidR="00015B8F" w:rsidRPr="00664D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03C" w14:textId="77777777" w:rsidR="00015B8F" w:rsidRPr="00664DD3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9427F" w14:textId="77777777" w:rsidR="00923D7D" w:rsidRPr="00664D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8D131" w14:textId="77777777" w:rsidR="0085747A" w:rsidRPr="00664D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1.</w:t>
      </w:r>
      <w:r w:rsidR="00E22FBC" w:rsidRPr="00664DD3">
        <w:rPr>
          <w:rFonts w:ascii="Corbel" w:hAnsi="Corbel"/>
          <w:smallCaps w:val="0"/>
          <w:szCs w:val="24"/>
        </w:rPr>
        <w:t>2</w:t>
      </w:r>
      <w:r w:rsidR="00F83B28" w:rsidRPr="00664DD3">
        <w:rPr>
          <w:rFonts w:ascii="Corbel" w:hAnsi="Corbel"/>
          <w:smallCaps w:val="0"/>
          <w:szCs w:val="24"/>
        </w:rPr>
        <w:t>.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 xml:space="preserve">Sposób realizacji zajęć  </w:t>
      </w:r>
    </w:p>
    <w:p w14:paraId="38EDEA1E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664D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4DD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64DD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A3B45E9" w14:textId="77777777" w:rsidR="00962491" w:rsidRPr="00664DD3" w:rsidRDefault="00962491" w:rsidP="009624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64DD3">
        <w:rPr>
          <w:rFonts w:ascii="MS Gothic" w:eastAsia="MS Gothic" w:hAnsi="MS Gothic" w:cs="MS Gothic" w:hint="eastAsia"/>
          <w:b w:val="0"/>
          <w:szCs w:val="24"/>
        </w:rPr>
        <w:t>☐</w:t>
      </w:r>
      <w:r w:rsidRPr="00664D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664DD3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6EF5C8AB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03DD5" w14:textId="77777777" w:rsidR="00E22FBC" w:rsidRPr="00664D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1.3 </w:t>
      </w:r>
      <w:r w:rsidR="00F83B28" w:rsidRPr="00664DD3">
        <w:rPr>
          <w:rFonts w:ascii="Corbel" w:hAnsi="Corbel"/>
          <w:smallCaps w:val="0"/>
          <w:szCs w:val="24"/>
        </w:rPr>
        <w:tab/>
      </w:r>
      <w:r w:rsidRPr="00664DD3">
        <w:rPr>
          <w:rFonts w:ascii="Corbel" w:hAnsi="Corbel"/>
          <w:smallCaps w:val="0"/>
          <w:szCs w:val="24"/>
        </w:rPr>
        <w:t>For</w:t>
      </w:r>
      <w:r w:rsidR="00445970" w:rsidRPr="00664DD3">
        <w:rPr>
          <w:rFonts w:ascii="Corbel" w:hAnsi="Corbel"/>
          <w:smallCaps w:val="0"/>
          <w:szCs w:val="24"/>
        </w:rPr>
        <w:t xml:space="preserve">ma zaliczenia przedmiotu </w:t>
      </w:r>
      <w:r w:rsidRPr="00664DD3">
        <w:rPr>
          <w:rFonts w:ascii="Corbel" w:hAnsi="Corbel"/>
          <w:smallCaps w:val="0"/>
          <w:szCs w:val="24"/>
        </w:rPr>
        <w:t xml:space="preserve"> (z toku) </w:t>
      </w:r>
      <w:r w:rsidRPr="00664D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F0FC00" w14:textId="77777777" w:rsidR="00DF646C" w:rsidRPr="00664DD3" w:rsidRDefault="00962491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ab/>
        <w:t>Z</w:t>
      </w:r>
      <w:r w:rsidR="00DF646C" w:rsidRPr="00664DD3">
        <w:rPr>
          <w:rFonts w:ascii="Corbel" w:hAnsi="Corbel"/>
          <w:b w:val="0"/>
          <w:smallCaps w:val="0"/>
          <w:szCs w:val="24"/>
        </w:rPr>
        <w:t>aliczenie z oceną</w:t>
      </w:r>
    </w:p>
    <w:p w14:paraId="21009439" w14:textId="77777777" w:rsidR="00E960BB" w:rsidRPr="00664D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30AE0" w14:textId="77777777" w:rsidR="00E960BB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64DD3" w14:paraId="2506F218" w14:textId="77777777" w:rsidTr="00745302">
        <w:tc>
          <w:tcPr>
            <w:tcW w:w="9670" w:type="dxa"/>
          </w:tcPr>
          <w:p w14:paraId="5D0507BE" w14:textId="77777777" w:rsidR="0085747A" w:rsidRPr="00664DD3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mikro- i makroekonomii oraz podstaw zarządzania.</w:t>
            </w:r>
          </w:p>
        </w:tc>
      </w:tr>
    </w:tbl>
    <w:p w14:paraId="1682560B" w14:textId="77777777" w:rsidR="00153C41" w:rsidRPr="00664D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B96E0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64DD3">
        <w:rPr>
          <w:rFonts w:ascii="Corbel" w:hAnsi="Corbel"/>
          <w:szCs w:val="24"/>
        </w:rPr>
        <w:t>3.</w:t>
      </w:r>
      <w:r w:rsidR="00A84C85" w:rsidRPr="00664DD3">
        <w:rPr>
          <w:rFonts w:ascii="Corbel" w:hAnsi="Corbel"/>
          <w:szCs w:val="24"/>
        </w:rPr>
        <w:t>cele, efekty uczenia się</w:t>
      </w:r>
      <w:r w:rsidR="0085747A" w:rsidRPr="00664DD3">
        <w:rPr>
          <w:rFonts w:ascii="Corbel" w:hAnsi="Corbel"/>
          <w:szCs w:val="24"/>
        </w:rPr>
        <w:t xml:space="preserve"> , treści Programowe i stosowane metody Dydaktyczne</w:t>
      </w:r>
    </w:p>
    <w:p w14:paraId="2047CFAA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F680C0" w14:textId="77777777" w:rsidR="0085747A" w:rsidRPr="00664D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3.1 </w:t>
      </w:r>
      <w:r w:rsidR="00C05F44" w:rsidRPr="00664DD3">
        <w:rPr>
          <w:rFonts w:ascii="Corbel" w:hAnsi="Corbel"/>
          <w:sz w:val="24"/>
          <w:szCs w:val="24"/>
        </w:rPr>
        <w:t>Cele przedmiotu</w:t>
      </w:r>
    </w:p>
    <w:p w14:paraId="74B63757" w14:textId="77777777" w:rsidR="00F83B28" w:rsidRPr="00664D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64DD3" w14:paraId="196101B3" w14:textId="77777777" w:rsidTr="00923D7D">
        <w:tc>
          <w:tcPr>
            <w:tcW w:w="851" w:type="dxa"/>
            <w:vAlign w:val="center"/>
          </w:tcPr>
          <w:p w14:paraId="0D75EC89" w14:textId="77777777" w:rsidR="0085747A" w:rsidRPr="00664D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FFFF4D8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664DD3" w14:paraId="14996A1C" w14:textId="77777777" w:rsidTr="00923D7D">
        <w:tc>
          <w:tcPr>
            <w:tcW w:w="851" w:type="dxa"/>
            <w:vAlign w:val="center"/>
          </w:tcPr>
          <w:p w14:paraId="398AF3FD" w14:textId="77777777" w:rsidR="0085747A" w:rsidRPr="00664DD3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BF0116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Ocena i analiza potrzeb informacji w ocenie konkurencyjności organizacji.</w:t>
            </w:r>
          </w:p>
        </w:tc>
      </w:tr>
      <w:tr w:rsidR="0085747A" w:rsidRPr="00664DD3" w14:paraId="3C92CED9" w14:textId="77777777" w:rsidTr="00923D7D">
        <w:tc>
          <w:tcPr>
            <w:tcW w:w="851" w:type="dxa"/>
            <w:vAlign w:val="center"/>
          </w:tcPr>
          <w:p w14:paraId="5C8861BA" w14:textId="77777777" w:rsidR="0085747A" w:rsidRPr="00664DD3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71A0731" w14:textId="77777777" w:rsidR="0085747A" w:rsidRPr="00664DD3" w:rsidRDefault="007536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4DD3">
              <w:rPr>
                <w:rFonts w:ascii="Corbel" w:hAnsi="Corbel"/>
                <w:b w:val="0"/>
                <w:sz w:val="24"/>
                <w:szCs w:val="24"/>
              </w:rPr>
              <w:t>Zapoznanie studentów z polityki konkurencji w Polsce i UE.</w:t>
            </w:r>
          </w:p>
        </w:tc>
      </w:tr>
    </w:tbl>
    <w:p w14:paraId="671631F9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8800D0" w14:textId="77777777" w:rsidR="001D7B54" w:rsidRPr="00664D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3.2 </w:t>
      </w:r>
      <w:r w:rsidR="001D7B54" w:rsidRPr="00664DD3">
        <w:rPr>
          <w:rFonts w:ascii="Corbel" w:hAnsi="Corbel"/>
          <w:b/>
          <w:sz w:val="24"/>
          <w:szCs w:val="24"/>
        </w:rPr>
        <w:t xml:space="preserve">Efekty </w:t>
      </w:r>
      <w:r w:rsidR="00C05F44" w:rsidRPr="00664D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64DD3">
        <w:rPr>
          <w:rFonts w:ascii="Corbel" w:hAnsi="Corbel"/>
          <w:b/>
          <w:sz w:val="24"/>
          <w:szCs w:val="24"/>
        </w:rPr>
        <w:t>dla przedmiotu</w:t>
      </w:r>
    </w:p>
    <w:p w14:paraId="5193FFDB" w14:textId="77777777" w:rsidR="001D7B54" w:rsidRPr="00664D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B050F" w:rsidRPr="00664DD3" w14:paraId="663AE77B" w14:textId="77777777" w:rsidTr="00A15EB6">
        <w:tc>
          <w:tcPr>
            <w:tcW w:w="1680" w:type="dxa"/>
            <w:vAlign w:val="center"/>
          </w:tcPr>
          <w:p w14:paraId="35CB5BA9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58839D6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61F9F9B" w14:textId="77777777" w:rsidR="00DB050F" w:rsidRPr="00664DD3" w:rsidRDefault="00DB050F" w:rsidP="00DB05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64D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050F" w:rsidRPr="00664DD3" w14:paraId="5816DCE8" w14:textId="77777777" w:rsidTr="00A15EB6">
        <w:tc>
          <w:tcPr>
            <w:tcW w:w="1680" w:type="dxa"/>
          </w:tcPr>
          <w:p w14:paraId="7CCF4248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62EB3E0" w14:textId="77777777" w:rsidR="00DB050F" w:rsidRPr="00664DD3" w:rsidRDefault="00F4188B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na i rozumie  pojęcia, fakty, obiekty i zjawiska z zakresu konkuren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cyjności jednostek publicznych;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współczesne problemach i uwarunkowaniach funkcjonowania sektora publicznego w kontekście budowania przewag konkurencyjnych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>zaawansowane metody i narzędzia opisu, w tym techniki pozyskiwania danych niezbędnych do oceny pozycji konkurencyjnej  sektora publicznego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B050F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istotę i złożoność procesów zachodzących między organizacjami sektora publicznego i prywatnego, ze szczególnym uwzględnieniem uwarunkowań ich funkcjonowania. </w:t>
            </w:r>
          </w:p>
        </w:tc>
        <w:tc>
          <w:tcPr>
            <w:tcW w:w="1865" w:type="dxa"/>
          </w:tcPr>
          <w:p w14:paraId="38B76B9F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K_W01</w:t>
            </w:r>
          </w:p>
          <w:p w14:paraId="6FA88508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  <w:p w14:paraId="2F046EAE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DB050F" w:rsidRPr="00664DD3" w14:paraId="7874A2DB" w14:textId="77777777" w:rsidTr="00A15EB6">
        <w:tc>
          <w:tcPr>
            <w:tcW w:w="1680" w:type="dxa"/>
          </w:tcPr>
          <w:p w14:paraId="00258601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A92800C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analizować determinanty wpływające na konkurencyjność podmiotów sektora publicznego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sz w:val="24"/>
                <w:szCs w:val="24"/>
              </w:rPr>
              <w:t>wskazywać na powiązania między tym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procesami oraz </w:t>
            </w:r>
            <w:r w:rsidRPr="00664DD3">
              <w:rPr>
                <w:rFonts w:ascii="Corbel" w:hAnsi="Corbel"/>
                <w:sz w:val="24"/>
                <w:szCs w:val="24"/>
              </w:rPr>
              <w:t>dokonać analizy konkurencyjności,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przewagi</w:t>
            </w:r>
            <w:r w:rsidRPr="00664DD3">
              <w:rPr>
                <w:rFonts w:ascii="Corbel" w:hAnsi="Corbel"/>
                <w:sz w:val="24"/>
                <w:szCs w:val="24"/>
              </w:rPr>
              <w:t xml:space="preserve"> konkurencyjnej, źródeł i czynników konkurencyjności  sektora publicznego.</w:t>
            </w:r>
          </w:p>
        </w:tc>
        <w:tc>
          <w:tcPr>
            <w:tcW w:w="1865" w:type="dxa"/>
          </w:tcPr>
          <w:p w14:paraId="2147223B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0F8F971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A862CE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050F" w:rsidRPr="00664DD3" w14:paraId="1FDE90DB" w14:textId="77777777" w:rsidTr="00A15EB6">
        <w:tc>
          <w:tcPr>
            <w:tcW w:w="1680" w:type="dxa"/>
          </w:tcPr>
          <w:p w14:paraId="2D9893B6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167732D" w14:textId="77777777" w:rsidR="00DB050F" w:rsidRPr="00664DD3" w:rsidRDefault="00DB050F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Potrafi prowadzić debatę przedstawiając i oceniając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prezentowane opinie i stanowiska  oraz  potrafi kierować pracą zespołu, współdziałać w grupie w ramach prac zespołowych.</w:t>
            </w:r>
          </w:p>
        </w:tc>
        <w:tc>
          <w:tcPr>
            <w:tcW w:w="1865" w:type="dxa"/>
          </w:tcPr>
          <w:p w14:paraId="08BA58D2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FEE3119" w14:textId="77777777" w:rsidR="00DB050F" w:rsidRPr="00664DD3" w:rsidRDefault="00F4188B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B050F" w:rsidRPr="00664DD3" w14:paraId="496986CE" w14:textId="77777777" w:rsidTr="00A15EB6">
        <w:tc>
          <w:tcPr>
            <w:tcW w:w="1680" w:type="dxa"/>
          </w:tcPr>
          <w:p w14:paraId="3867F64E" w14:textId="77777777" w:rsidR="00DB050F" w:rsidRPr="00664DD3" w:rsidRDefault="00DB050F" w:rsidP="00DB0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760D286" w14:textId="77777777" w:rsidR="00DB050F" w:rsidRPr="00664DD3" w:rsidRDefault="00DB050F" w:rsidP="00F418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samodoskonalenia się w zakresie nowoczesnych instrumentów wspierania kreatywności i konkurencyjności sektora publicznego, a także ich krytycznej oceny </w:t>
            </w:r>
            <w:r w:rsidR="00F4188B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praktyce. </w:t>
            </w:r>
          </w:p>
        </w:tc>
        <w:tc>
          <w:tcPr>
            <w:tcW w:w="1865" w:type="dxa"/>
          </w:tcPr>
          <w:p w14:paraId="28791D65" w14:textId="77777777" w:rsidR="00DB050F" w:rsidRPr="00664DD3" w:rsidRDefault="00DB050F" w:rsidP="006F17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06561E0" w14:textId="77777777" w:rsidR="00DB050F" w:rsidRPr="00664DD3" w:rsidRDefault="00DB050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68D4CB" w14:textId="77777777" w:rsidR="0085747A" w:rsidRPr="00664D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>3.3</w:t>
      </w:r>
      <w:r w:rsidR="0085747A" w:rsidRPr="00664DD3">
        <w:rPr>
          <w:rFonts w:ascii="Corbel" w:hAnsi="Corbel"/>
          <w:b/>
          <w:sz w:val="24"/>
          <w:szCs w:val="24"/>
        </w:rPr>
        <w:t>T</w:t>
      </w:r>
      <w:r w:rsidR="001D7B54" w:rsidRPr="00664DD3">
        <w:rPr>
          <w:rFonts w:ascii="Corbel" w:hAnsi="Corbel"/>
          <w:b/>
          <w:sz w:val="24"/>
          <w:szCs w:val="24"/>
        </w:rPr>
        <w:t xml:space="preserve">reści programowe </w:t>
      </w:r>
    </w:p>
    <w:p w14:paraId="5CB86ADA" w14:textId="2DA5C1C4" w:rsidR="0085747A" w:rsidRPr="00664D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4DD3">
        <w:rPr>
          <w:rFonts w:ascii="Corbel" w:hAnsi="Corbel"/>
          <w:sz w:val="24"/>
          <w:szCs w:val="24"/>
        </w:rPr>
        <w:t xml:space="preserve">Problematyka </w:t>
      </w:r>
      <w:r w:rsidR="009D5F15">
        <w:rPr>
          <w:rFonts w:ascii="Corbel" w:hAnsi="Corbel"/>
          <w:sz w:val="24"/>
          <w:szCs w:val="24"/>
        </w:rPr>
        <w:t>ćwiczeń</w:t>
      </w:r>
      <w:r w:rsidRPr="00664DD3">
        <w:rPr>
          <w:rFonts w:ascii="Corbel" w:hAnsi="Corbel"/>
          <w:sz w:val="24"/>
          <w:szCs w:val="24"/>
        </w:rPr>
        <w:t xml:space="preserve"> </w:t>
      </w:r>
    </w:p>
    <w:p w14:paraId="29E817D2" w14:textId="77777777" w:rsidR="00675843" w:rsidRPr="00664D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4DD3" w14:paraId="74875F72" w14:textId="77777777" w:rsidTr="006054B0">
        <w:tc>
          <w:tcPr>
            <w:tcW w:w="9520" w:type="dxa"/>
          </w:tcPr>
          <w:p w14:paraId="47E698F9" w14:textId="77777777" w:rsidR="0085747A" w:rsidRPr="00664D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664DD3" w14:paraId="3BF31EB3" w14:textId="77777777" w:rsidTr="006054B0">
        <w:tc>
          <w:tcPr>
            <w:tcW w:w="9520" w:type="dxa"/>
          </w:tcPr>
          <w:p w14:paraId="08659433" w14:textId="77777777" w:rsidR="006054B0" w:rsidRPr="00664DD3" w:rsidRDefault="006054B0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>Istota konkurencji i relatywizm pojęcia</w:t>
            </w:r>
            <w:r w:rsidR="005963A6" w:rsidRPr="00664DD3">
              <w:rPr>
                <w:rFonts w:ascii="Corbel" w:hAnsi="Corbel"/>
                <w:sz w:val="24"/>
              </w:rPr>
              <w:t xml:space="preserve"> konkurencyjności.  Definicja konkurencyjności i kreatywności, przewaga konkurencyjnej, źródła i czynniki konkurencyjności</w:t>
            </w:r>
            <w:r w:rsidRPr="00664DD3">
              <w:rPr>
                <w:rFonts w:ascii="Corbel" w:hAnsi="Corbel"/>
                <w:sz w:val="24"/>
              </w:rPr>
              <w:t>.</w:t>
            </w:r>
          </w:p>
        </w:tc>
      </w:tr>
      <w:tr w:rsidR="006054B0" w:rsidRPr="00664DD3" w14:paraId="4F082AB9" w14:textId="77777777" w:rsidTr="006054B0">
        <w:tc>
          <w:tcPr>
            <w:tcW w:w="9520" w:type="dxa"/>
          </w:tcPr>
          <w:p w14:paraId="78ED9F60" w14:textId="77777777" w:rsidR="006054B0" w:rsidRPr="00664DD3" w:rsidRDefault="005963A6" w:rsidP="00F418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Innowacje w sektorze publicznym jako źródło przewagi konkurencyjnej (podstawowe definicje i pojęcia dotyczące innowacji i innowacyjności w sektorze publicznym).</w:t>
            </w:r>
            <w:r w:rsidR="00CD2BE6" w:rsidRPr="00664DD3">
              <w:t xml:space="preserve">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Poprawa konkurencyjności sektora publicznego -Strategia Europa 2020 – unia innowacji.</w:t>
            </w:r>
          </w:p>
        </w:tc>
      </w:tr>
      <w:tr w:rsidR="009A7FB1" w:rsidRPr="00664DD3" w14:paraId="6953BBAB" w14:textId="77777777" w:rsidTr="006054B0">
        <w:tc>
          <w:tcPr>
            <w:tcW w:w="9520" w:type="dxa"/>
          </w:tcPr>
          <w:p w14:paraId="075BD6FF" w14:textId="77777777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t xml:space="preserve">Bariery i stymulatory procesów innowacyjnych w sektorze publicznym i ich wpływ na </w:t>
            </w:r>
            <w:r w:rsidRPr="00664DD3">
              <w:rPr>
                <w:rFonts w:ascii="Corbel" w:hAnsi="Corbel"/>
                <w:sz w:val="24"/>
              </w:rPr>
              <w:lastRenderedPageBreak/>
              <w:t>konkurencyjność: (1) w obszarze kapitału ludzkiego; (2) zasoby wiedzy (3) uwarunkowania prawne (4) infrastruktura; (5) procedury wsparcia inwestycji (6) inne (wsparcie ze strony organizacji doradczych, finansowanie działalności innowacyjnej sektora publicznego ze środków UE).</w:t>
            </w:r>
          </w:p>
        </w:tc>
      </w:tr>
      <w:tr w:rsidR="009A7FB1" w:rsidRPr="00664DD3" w14:paraId="380DEA1B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074" w14:textId="2EDB7F56" w:rsidR="009A7FB1" w:rsidRPr="00664DD3" w:rsidRDefault="00CD2BE6" w:rsidP="00F418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64DD3">
              <w:rPr>
                <w:rFonts w:ascii="Corbel" w:hAnsi="Corbel"/>
                <w:sz w:val="24"/>
              </w:rPr>
              <w:lastRenderedPageBreak/>
              <w:t>Przykłady działalności innowacyjnej w sektorze publicznym -</w:t>
            </w:r>
            <w:r w:rsidR="00732627">
              <w:rPr>
                <w:rFonts w:ascii="Corbel" w:hAnsi="Corbel"/>
                <w:sz w:val="24"/>
              </w:rPr>
              <w:t xml:space="preserve"> </w:t>
            </w:r>
            <w:r w:rsidRPr="00664DD3">
              <w:rPr>
                <w:rFonts w:ascii="Corbel" w:hAnsi="Corbel"/>
                <w:sz w:val="24"/>
              </w:rPr>
              <w:t>doświadczenia  polskie i europejskie.</w:t>
            </w:r>
          </w:p>
        </w:tc>
      </w:tr>
    </w:tbl>
    <w:p w14:paraId="08DAF118" w14:textId="77777777" w:rsidR="0085747A" w:rsidRPr="00664D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FCCAE" w14:textId="77777777" w:rsidR="0085747A" w:rsidRPr="00664D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>3.4 Metody dydaktyczne</w:t>
      </w:r>
    </w:p>
    <w:p w14:paraId="403C1A6F" w14:textId="77777777" w:rsidR="00E960BB" w:rsidRPr="00664DD3" w:rsidRDefault="00DF4796" w:rsidP="00F4188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CCEEB64" w14:textId="77777777" w:rsidR="00E960BB" w:rsidRPr="00664D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2937B8" w14:textId="77777777" w:rsidR="0085747A" w:rsidRPr="00664D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 </w:t>
      </w:r>
      <w:r w:rsidR="0085747A" w:rsidRPr="00664DD3">
        <w:rPr>
          <w:rFonts w:ascii="Corbel" w:hAnsi="Corbel"/>
          <w:smallCaps w:val="0"/>
          <w:szCs w:val="24"/>
        </w:rPr>
        <w:t>METODY I KRYTERIA OCENY</w:t>
      </w:r>
    </w:p>
    <w:p w14:paraId="0D4B3FE6" w14:textId="77777777" w:rsidR="00923D7D" w:rsidRPr="00664D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DF1AEC" w14:textId="77777777" w:rsidR="0085747A" w:rsidRPr="00664D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64DD3">
        <w:rPr>
          <w:rFonts w:ascii="Corbel" w:hAnsi="Corbel"/>
          <w:smallCaps w:val="0"/>
          <w:szCs w:val="24"/>
        </w:rPr>
        <w:t>uczenia się</w:t>
      </w:r>
    </w:p>
    <w:p w14:paraId="7C188455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64DD3" w14:paraId="24B9D235" w14:textId="77777777" w:rsidTr="00C05F44">
        <w:tc>
          <w:tcPr>
            <w:tcW w:w="1985" w:type="dxa"/>
            <w:vAlign w:val="center"/>
          </w:tcPr>
          <w:p w14:paraId="53999E59" w14:textId="77777777" w:rsidR="0085747A" w:rsidRPr="00664DD3" w:rsidRDefault="0071620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5CA4B5" w14:textId="77777777" w:rsidR="0085747A" w:rsidRPr="00664DD3" w:rsidRDefault="00F974D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278E91" w14:textId="77777777" w:rsidR="0085747A" w:rsidRPr="00664DD3" w:rsidRDefault="009F4610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953036" w14:textId="77777777" w:rsidR="00923D7D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6751CB" w14:textId="77777777" w:rsidR="0085747A" w:rsidRPr="00664DD3" w:rsidRDefault="0085747A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64D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64DD3" w14:paraId="6DAC7ADF" w14:textId="77777777" w:rsidTr="00C05F44">
        <w:tc>
          <w:tcPr>
            <w:tcW w:w="1985" w:type="dxa"/>
          </w:tcPr>
          <w:p w14:paraId="07C1FF98" w14:textId="77777777" w:rsidR="0085747A" w:rsidRPr="00664DD3" w:rsidRDefault="003473BC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771082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14:paraId="4AC11E19" w14:textId="7FFC3F9A" w:rsidR="0085747A" w:rsidRPr="00664DD3" w:rsidRDefault="009D5F1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664DD3" w14:paraId="1ECB7372" w14:textId="77777777" w:rsidTr="00C05F44">
        <w:tc>
          <w:tcPr>
            <w:tcW w:w="1985" w:type="dxa"/>
          </w:tcPr>
          <w:p w14:paraId="0CF2BC65" w14:textId="77777777" w:rsidR="0085747A" w:rsidRPr="00664DD3" w:rsidRDefault="0085747A" w:rsidP="0096249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7321A13" w14:textId="77777777" w:rsidR="0085747A" w:rsidRPr="00664DD3" w:rsidRDefault="003473BC" w:rsidP="00F418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175204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14:paraId="381F2B43" w14:textId="60E31971" w:rsidR="0085747A" w:rsidRPr="00664DD3" w:rsidRDefault="009D5F15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5F2A" w:rsidRPr="00664DD3" w14:paraId="03141DA3" w14:textId="77777777" w:rsidTr="00C05F44">
        <w:tc>
          <w:tcPr>
            <w:tcW w:w="1985" w:type="dxa"/>
          </w:tcPr>
          <w:p w14:paraId="7E18A88A" w14:textId="77777777" w:rsidR="000C5F2A" w:rsidRPr="00664DD3" w:rsidRDefault="000C5F2A" w:rsidP="000C5F2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1306A4F4" w14:textId="4B8B96BD" w:rsidR="000C5F2A" w:rsidRPr="00664DD3" w:rsidRDefault="000C5F2A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F2F0FF" w14:textId="4500F3A7" w:rsidR="000C5F2A" w:rsidRPr="00664DD3" w:rsidRDefault="009D5F15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5F2A" w:rsidRPr="00664DD3" w14:paraId="17AE4B93" w14:textId="77777777" w:rsidTr="00C05F44">
        <w:tc>
          <w:tcPr>
            <w:tcW w:w="1985" w:type="dxa"/>
          </w:tcPr>
          <w:p w14:paraId="35C1B621" w14:textId="77777777" w:rsidR="000C5F2A" w:rsidRPr="00664DD3" w:rsidRDefault="000C5F2A" w:rsidP="000C5F2A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4" w:name="OLE_LINK1"/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6374F300" w14:textId="53F79AB5" w:rsidR="000C5F2A" w:rsidRPr="00664DD3" w:rsidRDefault="000C5F2A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89B44E2" w14:textId="463A040A" w:rsidR="000C5F2A" w:rsidRPr="00664DD3" w:rsidRDefault="009D5F15" w:rsidP="000C5F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bookmarkEnd w:id="4"/>
    </w:tbl>
    <w:p w14:paraId="14960618" w14:textId="77777777" w:rsidR="00923D7D" w:rsidRPr="00664D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48954" w14:textId="77777777" w:rsidR="0085747A" w:rsidRPr="00664D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4.2 </w:t>
      </w:r>
      <w:r w:rsidR="0085747A" w:rsidRPr="00664DD3">
        <w:rPr>
          <w:rFonts w:ascii="Corbel" w:hAnsi="Corbel"/>
          <w:smallCaps w:val="0"/>
          <w:szCs w:val="24"/>
        </w:rPr>
        <w:t>Warunki zaliczenia przedmiotu (kryteria oceniania)</w:t>
      </w:r>
    </w:p>
    <w:p w14:paraId="43C547B6" w14:textId="77777777" w:rsidR="00923D7D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33D56DE" w14:textId="77777777" w:rsidTr="009C2797">
        <w:tc>
          <w:tcPr>
            <w:tcW w:w="9670" w:type="dxa"/>
          </w:tcPr>
          <w:p w14:paraId="025CF60D" w14:textId="77777777" w:rsidR="007114E1" w:rsidRPr="00664DD3" w:rsidRDefault="007114E1" w:rsidP="0049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Zaliczenie w formie pisemnej (składający się z testu</w:t>
            </w:r>
            <w:r w:rsidR="004914B8"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 pozwalającego na weryfikację wiedzy, umiejętności analitycznych i kompetencji społecznych</w:t>
            </w:r>
            <w:r w:rsidRPr="00664DD3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4357F789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Ocena:</w:t>
            </w:r>
          </w:p>
          <w:p w14:paraId="20C0200F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3,0 wymaga zdobycia 51% maksymalnej liczby punktów </w:t>
            </w:r>
          </w:p>
          <w:p w14:paraId="059AAF67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3,5 wymaga zdobycia 52-60% maksymalnej liczby punktów</w:t>
            </w:r>
          </w:p>
          <w:p w14:paraId="1A47AEA1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4,0 wymaga zdobycia 61-75% maksymalnej liczby punktów</w:t>
            </w:r>
          </w:p>
          <w:p w14:paraId="4B031068" w14:textId="77777777" w:rsidR="004914B8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4,5 wymaga zdobycia 76-85% maksymalnej liczby punktów</w:t>
            </w:r>
          </w:p>
          <w:p w14:paraId="4F994F48" w14:textId="77777777" w:rsidR="0085747A" w:rsidRPr="00664DD3" w:rsidRDefault="004914B8" w:rsidP="004914B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5,0 wymaga zdobycia pow. 85% maksymalnej liczby punktów</w:t>
            </w:r>
          </w:p>
          <w:p w14:paraId="47834D68" w14:textId="77777777" w:rsidR="004914B8" w:rsidRPr="00664DD3" w:rsidRDefault="004914B8" w:rsidP="004914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przypisanych przez prowadzącego zajęcia do poszczególnych pytań testowych składających się na zaliczenie przedmiotu.</w:t>
            </w:r>
          </w:p>
        </w:tc>
      </w:tr>
    </w:tbl>
    <w:p w14:paraId="333A2C1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A0CA0" w14:textId="77777777" w:rsidR="009F4610" w:rsidRPr="00664D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64DD3">
        <w:rPr>
          <w:rFonts w:ascii="Corbel" w:hAnsi="Corbel"/>
          <w:b/>
          <w:sz w:val="24"/>
          <w:szCs w:val="24"/>
        </w:rPr>
        <w:t xml:space="preserve">5. </w:t>
      </w:r>
      <w:r w:rsidR="00C61DC5" w:rsidRPr="00664D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64DD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64DD3">
        <w:rPr>
          <w:rFonts w:ascii="Corbel" w:hAnsi="Corbel"/>
          <w:b/>
          <w:sz w:val="24"/>
          <w:szCs w:val="24"/>
        </w:rPr>
        <w:t xml:space="preserve"> </w:t>
      </w:r>
    </w:p>
    <w:p w14:paraId="51833EA6" w14:textId="77777777" w:rsidR="0085747A" w:rsidRPr="00664D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64DD3" w14:paraId="0E388B2C" w14:textId="77777777" w:rsidTr="009C2797">
        <w:trPr>
          <w:jc w:val="center"/>
        </w:trPr>
        <w:tc>
          <w:tcPr>
            <w:tcW w:w="4962" w:type="dxa"/>
            <w:vAlign w:val="center"/>
          </w:tcPr>
          <w:p w14:paraId="33074F0E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70A361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64D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64D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4DD3" w14:paraId="33D185A4" w14:textId="77777777" w:rsidTr="009C2797">
        <w:trPr>
          <w:jc w:val="center"/>
        </w:trPr>
        <w:tc>
          <w:tcPr>
            <w:tcW w:w="4962" w:type="dxa"/>
          </w:tcPr>
          <w:p w14:paraId="2A3FBCAD" w14:textId="77777777" w:rsidR="0085747A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G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64D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64D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64DD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64DD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64DD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35FA55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64DD3" w14:paraId="60F19159" w14:textId="77777777" w:rsidTr="009C2797">
        <w:trPr>
          <w:jc w:val="center"/>
        </w:trPr>
        <w:tc>
          <w:tcPr>
            <w:tcW w:w="4962" w:type="dxa"/>
          </w:tcPr>
          <w:p w14:paraId="0800BA99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64D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034724" w14:textId="77777777" w:rsidR="00C61DC5" w:rsidRPr="00664D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CF576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64DD3" w14:paraId="3B1148D1" w14:textId="77777777" w:rsidTr="009C2797">
        <w:trPr>
          <w:jc w:val="center"/>
        </w:trPr>
        <w:tc>
          <w:tcPr>
            <w:tcW w:w="4962" w:type="dxa"/>
          </w:tcPr>
          <w:p w14:paraId="2E61E93C" w14:textId="77777777" w:rsidR="00C61DC5" w:rsidRPr="00664DD3" w:rsidRDefault="00C61DC5" w:rsidP="00F41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64D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64D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62491" w:rsidRPr="00664D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DD3">
              <w:rPr>
                <w:rFonts w:ascii="Corbel" w:hAnsi="Corbel"/>
                <w:sz w:val="24"/>
                <w:szCs w:val="24"/>
              </w:rPr>
              <w:t>(przygotowanie do</w:t>
            </w:r>
            <w:r w:rsidR="00F4188B" w:rsidRPr="00664DD3">
              <w:rPr>
                <w:rFonts w:ascii="Corbel" w:hAnsi="Corbel"/>
                <w:sz w:val="24"/>
                <w:szCs w:val="24"/>
              </w:rPr>
              <w:t xml:space="preserve"> kolokwium zaliczeniowego</w:t>
            </w:r>
            <w:r w:rsidRPr="00664DD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3D7DD5" w14:textId="77777777" w:rsidR="00C61DC5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64DD3" w14:paraId="1126EE76" w14:textId="77777777" w:rsidTr="009C2797">
        <w:trPr>
          <w:jc w:val="center"/>
        </w:trPr>
        <w:tc>
          <w:tcPr>
            <w:tcW w:w="4962" w:type="dxa"/>
          </w:tcPr>
          <w:p w14:paraId="21235E42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E3C5C4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64DD3" w14:paraId="47B9085C" w14:textId="77777777" w:rsidTr="009C2797">
        <w:trPr>
          <w:jc w:val="center"/>
        </w:trPr>
        <w:tc>
          <w:tcPr>
            <w:tcW w:w="4962" w:type="dxa"/>
          </w:tcPr>
          <w:p w14:paraId="1D96DAD1" w14:textId="77777777" w:rsidR="0085747A" w:rsidRPr="00664D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64DD3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664DD3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F555560" w14:textId="77777777" w:rsidR="0085747A" w:rsidRPr="00664DD3" w:rsidRDefault="000C356C" w:rsidP="009624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28C03" w14:textId="77777777" w:rsidR="0085747A" w:rsidRPr="00664D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64D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64DD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64DD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64DD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B4219B8" w14:textId="77777777" w:rsidR="003E1941" w:rsidRPr="00664D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17E63" w14:textId="77777777" w:rsidR="0085747A" w:rsidRPr="00664D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6. </w:t>
      </w:r>
      <w:r w:rsidR="0085747A" w:rsidRPr="00664DD3">
        <w:rPr>
          <w:rFonts w:ascii="Corbel" w:hAnsi="Corbel"/>
          <w:smallCaps w:val="0"/>
          <w:szCs w:val="24"/>
        </w:rPr>
        <w:t>PRAKTYKI ZAWO</w:t>
      </w:r>
      <w:r w:rsidR="009D3F3B" w:rsidRPr="00664DD3">
        <w:rPr>
          <w:rFonts w:ascii="Corbel" w:hAnsi="Corbel"/>
          <w:smallCaps w:val="0"/>
          <w:szCs w:val="24"/>
        </w:rPr>
        <w:t>DOWE W RAMACH PRZEDMIOTU</w:t>
      </w:r>
    </w:p>
    <w:p w14:paraId="02BA6DF1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664DD3" w14:paraId="7657AA55" w14:textId="77777777" w:rsidTr="00962491">
        <w:trPr>
          <w:trHeight w:val="397"/>
          <w:jc w:val="center"/>
        </w:trPr>
        <w:tc>
          <w:tcPr>
            <w:tcW w:w="3544" w:type="dxa"/>
          </w:tcPr>
          <w:p w14:paraId="45185F16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5304B319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64DD3" w14:paraId="44CA2744" w14:textId="77777777" w:rsidTr="00962491">
        <w:trPr>
          <w:trHeight w:val="397"/>
          <w:jc w:val="center"/>
        </w:trPr>
        <w:tc>
          <w:tcPr>
            <w:tcW w:w="3544" w:type="dxa"/>
          </w:tcPr>
          <w:p w14:paraId="1C2E806F" w14:textId="77777777" w:rsidR="0085747A" w:rsidRPr="00664D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3F01D80C" w14:textId="77777777" w:rsidR="0085747A" w:rsidRPr="00664DD3" w:rsidRDefault="00962491" w:rsidP="009624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512C8E" w14:textId="77777777" w:rsidR="003E1941" w:rsidRPr="00664D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26F6B0" w14:textId="77777777" w:rsidR="0085747A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64DD3">
        <w:rPr>
          <w:rFonts w:ascii="Corbel" w:hAnsi="Corbel"/>
          <w:smallCaps w:val="0"/>
          <w:szCs w:val="24"/>
        </w:rPr>
        <w:t xml:space="preserve">7. </w:t>
      </w:r>
      <w:r w:rsidR="0085747A" w:rsidRPr="00664DD3">
        <w:rPr>
          <w:rFonts w:ascii="Corbel" w:hAnsi="Corbel"/>
          <w:smallCaps w:val="0"/>
          <w:szCs w:val="24"/>
        </w:rPr>
        <w:t>LITERATURA</w:t>
      </w:r>
    </w:p>
    <w:p w14:paraId="6CD29321" w14:textId="77777777" w:rsidR="00675843" w:rsidRPr="00664D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64DD3" w14:paraId="1CBF204A" w14:textId="77777777" w:rsidTr="00962491">
        <w:trPr>
          <w:trHeight w:val="397"/>
          <w:jc w:val="center"/>
        </w:trPr>
        <w:tc>
          <w:tcPr>
            <w:tcW w:w="7513" w:type="dxa"/>
          </w:tcPr>
          <w:p w14:paraId="656346FB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A6FDE6" w14:textId="77777777" w:rsidR="003251B2" w:rsidRPr="00664DD3" w:rsidRDefault="00CD2BE6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Bednarczyk. M . (2001).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Organizacje publiczne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zarządzanie konkurencyjn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ością 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Naukowe PWN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673DEB" w14:textId="77777777" w:rsidR="00CD2BE6" w:rsidRPr="00664DD3" w:rsidRDefault="00495BB8" w:rsidP="00DF15A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Innowacje w zarządzaniu przedsiębiorstwem oraz instytucjami sektora publicznego: teoria i praktyka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(2010), praca zbiorowa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H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Bienioka i T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Kraśnickiej, </w:t>
            </w:r>
            <w:r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Akademii Ekonomicznej im. Karola Adamieckiego, </w:t>
            </w:r>
            <w:r w:rsidR="004914B8" w:rsidRPr="00664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Katowice.</w:t>
            </w:r>
          </w:p>
        </w:tc>
      </w:tr>
      <w:tr w:rsidR="0085747A" w:rsidRPr="00664DD3" w14:paraId="43E87D42" w14:textId="77777777" w:rsidTr="00962491">
        <w:trPr>
          <w:trHeight w:val="397"/>
          <w:jc w:val="center"/>
        </w:trPr>
        <w:tc>
          <w:tcPr>
            <w:tcW w:w="7513" w:type="dxa"/>
          </w:tcPr>
          <w:p w14:paraId="6B466809" w14:textId="77777777" w:rsidR="0085747A" w:rsidRPr="00664DD3" w:rsidRDefault="0085747A" w:rsidP="00DF1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4D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12011B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64DD3">
              <w:rPr>
                <w:rFonts w:ascii="Corbel" w:hAnsi="Corbel"/>
                <w:sz w:val="24"/>
                <w:szCs w:val="24"/>
              </w:rPr>
              <w:t xml:space="preserve">Wojciechowski E. (2014). 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Władza lokalna a</w:t>
            </w:r>
            <w:r w:rsidR="004914B8" w:rsidRPr="00664DD3">
              <w:rPr>
                <w:rFonts w:ascii="Corbel" w:hAnsi="Corbel"/>
                <w:sz w:val="24"/>
                <w:szCs w:val="24"/>
              </w:rPr>
              <w:t xml:space="preserve"> państwo, społeczeństwo i rynek</w:t>
            </w:r>
            <w:r w:rsidR="00CD2BE6" w:rsidRPr="00664DD3">
              <w:rPr>
                <w:rFonts w:ascii="Corbel" w:hAnsi="Corbel"/>
                <w:sz w:val="24"/>
                <w:szCs w:val="24"/>
              </w:rPr>
              <w:t>: współpraca i konkurenc</w:t>
            </w:r>
            <w:r w:rsidRPr="00664DD3">
              <w:rPr>
                <w:rFonts w:ascii="Corbel" w:hAnsi="Corbel"/>
                <w:sz w:val="24"/>
                <w:szCs w:val="24"/>
              </w:rPr>
              <w:t>ja.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Wyd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awnictwo Uniwersytetu Łódzkiego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, Łódź</w:t>
            </w:r>
            <w:r w:rsidR="00CD2BE6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8C12892" w14:textId="77777777" w:rsidR="00495BB8" w:rsidRPr="00664DD3" w:rsidRDefault="00495BB8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Innowacyjne metody i instrumenty zarządzania w organizacjach pu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blicznych: monografia naukowa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(2012)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pod red. A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Gardockiej-Jałowiec</w:t>
            </w:r>
            <w:proofErr w:type="spellEnd"/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664DD3">
              <w:rPr>
                <w:rFonts w:ascii="Corbel" w:hAnsi="Corbel"/>
                <w:color w:val="000000"/>
                <w:sz w:val="24"/>
                <w:szCs w:val="24"/>
              </w:rPr>
              <w:t>Wydawnictwo Uniwersytetu w Białymstoku,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914B8" w:rsidRPr="00664DD3">
              <w:rPr>
                <w:rFonts w:ascii="Corbel" w:hAnsi="Corbel"/>
                <w:color w:val="000000"/>
                <w:sz w:val="24"/>
                <w:szCs w:val="24"/>
              </w:rPr>
              <w:t xml:space="preserve"> Białystok</w:t>
            </w:r>
            <w:r w:rsidR="00DF15A5" w:rsidRPr="00664DD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53E58FC" w14:textId="77777777" w:rsidR="009C2797" w:rsidRPr="00664DD3" w:rsidRDefault="009C2797" w:rsidP="00DF15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3" w:hanging="357"/>
              <w:jc w:val="both"/>
            </w:pPr>
            <w:r w:rsidRPr="00664DD3">
              <w:rPr>
                <w:rFonts w:ascii="Corbel" w:hAnsi="Corbel"/>
                <w:sz w:val="24"/>
                <w:szCs w:val="24"/>
              </w:rPr>
              <w:t>Ślusarczyk, B. L. (2009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664DD3">
              <w:rPr>
                <w:rFonts w:ascii="Corbel" w:hAnsi="Corbel"/>
                <w:sz w:val="24"/>
                <w:szCs w:val="24"/>
              </w:rPr>
              <w:t>Determinanty międzynarodowej pozycji konkurencyjnej gospodarki po</w:t>
            </w:r>
            <w:r w:rsidR="00DF15A5" w:rsidRPr="00664DD3">
              <w:rPr>
                <w:rFonts w:ascii="Corbel" w:hAnsi="Corbel"/>
                <w:sz w:val="24"/>
                <w:szCs w:val="24"/>
              </w:rPr>
              <w:t xml:space="preserve">lskiej w okresie transformacji, </w:t>
            </w:r>
            <w:r w:rsidRPr="00664DD3">
              <w:rPr>
                <w:rFonts w:ascii="Corbel" w:hAnsi="Corbel"/>
                <w:sz w:val="24"/>
                <w:szCs w:val="24"/>
              </w:rPr>
              <w:t>Wydawnictwo Uniwersytetu Rzeszowskiego.</w:t>
            </w:r>
          </w:p>
        </w:tc>
      </w:tr>
    </w:tbl>
    <w:p w14:paraId="491A3248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7BDD0" w14:textId="77777777" w:rsidR="0085747A" w:rsidRPr="00664D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099D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64D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746D7" w14:textId="77777777" w:rsidR="00C7212C" w:rsidRDefault="00C7212C" w:rsidP="00C16ABF">
      <w:pPr>
        <w:spacing w:after="0" w:line="240" w:lineRule="auto"/>
      </w:pPr>
      <w:r>
        <w:separator/>
      </w:r>
    </w:p>
  </w:endnote>
  <w:endnote w:type="continuationSeparator" w:id="0">
    <w:p w14:paraId="2D4891CA" w14:textId="77777777" w:rsidR="00C7212C" w:rsidRDefault="00C721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6874D" w14:textId="77777777" w:rsidR="00C7212C" w:rsidRDefault="00C7212C" w:rsidP="00C16ABF">
      <w:pPr>
        <w:spacing w:after="0" w:line="240" w:lineRule="auto"/>
      </w:pPr>
      <w:r>
        <w:separator/>
      </w:r>
    </w:p>
  </w:footnote>
  <w:footnote w:type="continuationSeparator" w:id="0">
    <w:p w14:paraId="57E006E4" w14:textId="77777777" w:rsidR="00C7212C" w:rsidRDefault="00C7212C" w:rsidP="00C16ABF">
      <w:pPr>
        <w:spacing w:after="0" w:line="240" w:lineRule="auto"/>
      </w:pPr>
      <w:r>
        <w:continuationSeparator/>
      </w:r>
    </w:p>
  </w:footnote>
  <w:footnote w:id="1">
    <w:p w14:paraId="7B3E3F5D" w14:textId="77777777" w:rsidR="00DB050F" w:rsidRDefault="00DB050F" w:rsidP="00DB050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803"/>
    <w:multiLevelType w:val="hybridMultilevel"/>
    <w:tmpl w:val="523E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B6424"/>
    <w:multiLevelType w:val="hybridMultilevel"/>
    <w:tmpl w:val="B18CC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642F0"/>
    <w:multiLevelType w:val="hybridMultilevel"/>
    <w:tmpl w:val="3DBA6BF2"/>
    <w:lvl w:ilvl="0" w:tplc="7B62DA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4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C5F2A"/>
    <w:rsid w:val="000D04B0"/>
    <w:rsid w:val="000F1C57"/>
    <w:rsid w:val="000F315D"/>
    <w:rsid w:val="000F5615"/>
    <w:rsid w:val="00103191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718A7"/>
    <w:rsid w:val="001737CF"/>
    <w:rsid w:val="0017512A"/>
    <w:rsid w:val="00175204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32A"/>
    <w:rsid w:val="00244ABC"/>
    <w:rsid w:val="002568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B2"/>
    <w:rsid w:val="003343CF"/>
    <w:rsid w:val="00346FE9"/>
    <w:rsid w:val="003473BC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4B8"/>
    <w:rsid w:val="00491678"/>
    <w:rsid w:val="00495BB8"/>
    <w:rsid w:val="004968E2"/>
    <w:rsid w:val="004A3EEA"/>
    <w:rsid w:val="004A4D1F"/>
    <w:rsid w:val="004A57C4"/>
    <w:rsid w:val="004D5282"/>
    <w:rsid w:val="004E3906"/>
    <w:rsid w:val="004F1551"/>
    <w:rsid w:val="004F55A3"/>
    <w:rsid w:val="00503A83"/>
    <w:rsid w:val="0050496F"/>
    <w:rsid w:val="00513B6F"/>
    <w:rsid w:val="00517C63"/>
    <w:rsid w:val="00521B50"/>
    <w:rsid w:val="005363C4"/>
    <w:rsid w:val="00536BDE"/>
    <w:rsid w:val="00543ACC"/>
    <w:rsid w:val="00550642"/>
    <w:rsid w:val="0056696D"/>
    <w:rsid w:val="0059484D"/>
    <w:rsid w:val="005963A6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1CE1"/>
    <w:rsid w:val="00627FC9"/>
    <w:rsid w:val="00642B47"/>
    <w:rsid w:val="00647FA8"/>
    <w:rsid w:val="00650C5F"/>
    <w:rsid w:val="00654934"/>
    <w:rsid w:val="006620D9"/>
    <w:rsid w:val="00664DD3"/>
    <w:rsid w:val="00671958"/>
    <w:rsid w:val="00675843"/>
    <w:rsid w:val="00696477"/>
    <w:rsid w:val="006D050F"/>
    <w:rsid w:val="006D6139"/>
    <w:rsid w:val="006E5D65"/>
    <w:rsid w:val="006F1282"/>
    <w:rsid w:val="006F177A"/>
    <w:rsid w:val="006F1FBC"/>
    <w:rsid w:val="006F31E2"/>
    <w:rsid w:val="00706544"/>
    <w:rsid w:val="007072BA"/>
    <w:rsid w:val="007114E1"/>
    <w:rsid w:val="0071620A"/>
    <w:rsid w:val="00724677"/>
    <w:rsid w:val="00725459"/>
    <w:rsid w:val="00732627"/>
    <w:rsid w:val="007327BD"/>
    <w:rsid w:val="00734608"/>
    <w:rsid w:val="00745302"/>
    <w:rsid w:val="007461D6"/>
    <w:rsid w:val="00746EC8"/>
    <w:rsid w:val="0075367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7A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91"/>
    <w:rsid w:val="00984B23"/>
    <w:rsid w:val="00991867"/>
    <w:rsid w:val="00997F14"/>
    <w:rsid w:val="009A78D9"/>
    <w:rsid w:val="009A7FB1"/>
    <w:rsid w:val="009C2797"/>
    <w:rsid w:val="009C3E31"/>
    <w:rsid w:val="009C54AE"/>
    <w:rsid w:val="009C58A4"/>
    <w:rsid w:val="009C788E"/>
    <w:rsid w:val="009D3F3B"/>
    <w:rsid w:val="009D5F15"/>
    <w:rsid w:val="009E0543"/>
    <w:rsid w:val="009E3B41"/>
    <w:rsid w:val="009F11F5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171"/>
    <w:rsid w:val="00AB053C"/>
    <w:rsid w:val="00AD1146"/>
    <w:rsid w:val="00AD27D3"/>
    <w:rsid w:val="00AD66D6"/>
    <w:rsid w:val="00AE1160"/>
    <w:rsid w:val="00AE203C"/>
    <w:rsid w:val="00AE2E74"/>
    <w:rsid w:val="00AE5FCB"/>
    <w:rsid w:val="00AF0EF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E15"/>
    <w:rsid w:val="00BB0A7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0C0"/>
    <w:rsid w:val="00C36992"/>
    <w:rsid w:val="00C56036"/>
    <w:rsid w:val="00C61DC5"/>
    <w:rsid w:val="00C67E92"/>
    <w:rsid w:val="00C70A26"/>
    <w:rsid w:val="00C7212C"/>
    <w:rsid w:val="00C766DF"/>
    <w:rsid w:val="00C94B98"/>
    <w:rsid w:val="00CA2B96"/>
    <w:rsid w:val="00CA5089"/>
    <w:rsid w:val="00CA56E5"/>
    <w:rsid w:val="00CB4E80"/>
    <w:rsid w:val="00CD2BE6"/>
    <w:rsid w:val="00CD470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50F"/>
    <w:rsid w:val="00DC6D0C"/>
    <w:rsid w:val="00DE09C0"/>
    <w:rsid w:val="00DE4A14"/>
    <w:rsid w:val="00DE555C"/>
    <w:rsid w:val="00DF15A5"/>
    <w:rsid w:val="00DF320D"/>
    <w:rsid w:val="00DF4796"/>
    <w:rsid w:val="00DF646C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1690"/>
    <w:rsid w:val="00F070AB"/>
    <w:rsid w:val="00F167C5"/>
    <w:rsid w:val="00F17567"/>
    <w:rsid w:val="00F27A7B"/>
    <w:rsid w:val="00F4188B"/>
    <w:rsid w:val="00F526AF"/>
    <w:rsid w:val="00F617C3"/>
    <w:rsid w:val="00F7066B"/>
    <w:rsid w:val="00F83B28"/>
    <w:rsid w:val="00F974DA"/>
    <w:rsid w:val="00FA3FFB"/>
    <w:rsid w:val="00FA46E5"/>
    <w:rsid w:val="00FB7DBA"/>
    <w:rsid w:val="00FC1C25"/>
    <w:rsid w:val="00FC3F45"/>
    <w:rsid w:val="00FD405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20852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3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0854-B674-4AE4-B175-E050A53114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F1A158-862C-42FA-842D-16ADA9805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26EDE2-A5ED-4703-B36F-D6DCECB6AC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D7B0B-0FF2-41D6-9B39-E55CA434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231</TotalTime>
  <Pages>1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14</cp:revision>
  <cp:lastPrinted>2019-02-06T12:12:00Z</cp:lastPrinted>
  <dcterms:created xsi:type="dcterms:W3CDTF">2020-11-30T20:58:00Z</dcterms:created>
  <dcterms:modified xsi:type="dcterms:W3CDTF">2021-09-06T06:19:00Z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